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674FF" w14:paraId="141C9252" w14:textId="77777777" w:rsidTr="00467FD3">
        <w:tc>
          <w:tcPr>
            <w:tcW w:w="2689" w:type="dxa"/>
          </w:tcPr>
          <w:p w14:paraId="5ACCCBEB" w14:textId="1285551D" w:rsidR="002674FF" w:rsidRPr="002674FF" w:rsidRDefault="002674FF" w:rsidP="002674FF">
            <w:pPr>
              <w:pStyle w:val="SIText"/>
            </w:pPr>
            <w:r w:rsidRPr="00CC451E">
              <w:t>Release</w:t>
            </w:r>
            <w:r w:rsidRPr="002674FF">
              <w:t xml:space="preserve"> </w:t>
            </w:r>
            <w:r w:rsidR="00833F4E">
              <w:t>1</w:t>
            </w:r>
          </w:p>
        </w:tc>
        <w:tc>
          <w:tcPr>
            <w:tcW w:w="6939" w:type="dxa"/>
          </w:tcPr>
          <w:p w14:paraId="7DB7ED6E" w14:textId="59E56D4F" w:rsidR="002674FF" w:rsidRPr="001B11F3" w:rsidRDefault="002674FF" w:rsidP="001B11F3">
            <w:pPr>
              <w:pStyle w:val="SIText"/>
            </w:pPr>
            <w:r w:rsidRPr="001B11F3">
              <w:t xml:space="preserve">This version released with AHC Agriculture, Horticulture and Conservation and Land Management Training Package Version </w:t>
            </w:r>
            <w:r w:rsidR="001B11F3" w:rsidRPr="001B11F3">
              <w:rPr>
                <w:rStyle w:val="SITemporaryText-blue"/>
                <w:color w:val="auto"/>
                <w:sz w:val="20"/>
              </w:rPr>
              <w:t>9.0</w:t>
            </w:r>
            <w:r w:rsidR="004E64F5" w:rsidRPr="004E78D7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CBC862B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40</w:t>
            </w:r>
            <w:r w:rsidR="00833F4E">
              <w:t>9</w:t>
            </w:r>
          </w:p>
        </w:tc>
        <w:tc>
          <w:tcPr>
            <w:tcW w:w="3604" w:type="pct"/>
            <w:shd w:val="clear" w:color="auto" w:fill="auto"/>
          </w:tcPr>
          <w:p w14:paraId="01D80964" w14:textId="73D5405B" w:rsidR="00F1480E" w:rsidRPr="005404CB" w:rsidRDefault="004E78D7" w:rsidP="005404CB">
            <w:pPr>
              <w:pStyle w:val="SIUnittitle"/>
            </w:pPr>
            <w:r w:rsidRPr="004E78D7">
              <w:t>Manage biodynamic production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7529A7" w14:textId="122873BB" w:rsidR="004E78D7" w:rsidRPr="004E78D7" w:rsidRDefault="004E78D7" w:rsidP="004E78D7">
            <w:pPr>
              <w:pStyle w:val="SIText"/>
            </w:pPr>
            <w:r w:rsidRPr="004E78D7">
              <w:t>This unit of competency describes the skills and knowledge required to manage a farming system according to the principles</w:t>
            </w:r>
            <w:r w:rsidR="002674FF">
              <w:t>,</w:t>
            </w:r>
            <w:r w:rsidRPr="004E78D7">
              <w:t xml:space="preserve"> </w:t>
            </w:r>
            <w:proofErr w:type="gramStart"/>
            <w:r w:rsidRPr="004E78D7">
              <w:t>practices</w:t>
            </w:r>
            <w:proofErr w:type="gramEnd"/>
            <w:r w:rsidRPr="004E78D7">
              <w:t xml:space="preserve"> </w:t>
            </w:r>
            <w:r w:rsidR="002674FF">
              <w:t>and standards for organic and b</w:t>
            </w:r>
            <w:r w:rsidR="002674FF" w:rsidRPr="004E78D7">
              <w:t xml:space="preserve">iodynamic </w:t>
            </w:r>
            <w:r w:rsidR="002674FF">
              <w:t>agricultural p</w:t>
            </w:r>
            <w:r w:rsidR="002674FF" w:rsidRPr="004E78D7">
              <w:t>roduc</w:t>
            </w:r>
            <w:r w:rsidR="002674FF">
              <w:t>tion</w:t>
            </w:r>
            <w:r w:rsidRPr="004E78D7">
              <w:t>.</w:t>
            </w:r>
          </w:p>
          <w:p w14:paraId="033F2886" w14:textId="77777777" w:rsidR="004E78D7" w:rsidRPr="004E78D7" w:rsidRDefault="004E78D7" w:rsidP="004E78D7">
            <w:pPr>
              <w:pStyle w:val="SIText"/>
            </w:pPr>
          </w:p>
          <w:p w14:paraId="113B095B" w14:textId="4AC42B6B" w:rsidR="002674FF" w:rsidRPr="002674FF" w:rsidRDefault="002674FF" w:rsidP="002674FF">
            <w:pPr>
              <w:pStyle w:val="SIText"/>
            </w:pPr>
            <w:r>
              <w:t>The</w:t>
            </w:r>
            <w:r w:rsidRPr="004E78D7">
              <w:t xml:space="preserve"> </w:t>
            </w:r>
            <w:r w:rsidR="004E78D7" w:rsidRPr="004E78D7">
              <w:t xml:space="preserve">unit applies to individuals </w:t>
            </w:r>
            <w:r>
              <w:t xml:space="preserve">and farmers </w:t>
            </w:r>
            <w:r w:rsidR="004E78D7" w:rsidRPr="004E78D7">
              <w:t>who take responsibility for their own work and for the quality of the work of others within known parameters</w:t>
            </w:r>
            <w:r w:rsidR="004E64F5">
              <w:t>,</w:t>
            </w:r>
            <w:r w:rsidR="004E78D7" w:rsidRPr="004E78D7">
              <w:t xml:space="preserve"> and use discretion and judgment in the selection, </w:t>
            </w:r>
            <w:proofErr w:type="gramStart"/>
            <w:r w:rsidR="004E78D7" w:rsidRPr="004E78D7">
              <w:t>allocation</w:t>
            </w:r>
            <w:proofErr w:type="gramEnd"/>
            <w:r w:rsidR="004E78D7" w:rsidRPr="004E78D7">
              <w:t xml:space="preserve"> and use of available resources.</w:t>
            </w:r>
          </w:p>
          <w:p w14:paraId="583FE669" w14:textId="77777777" w:rsidR="004E78D7" w:rsidRPr="004E78D7" w:rsidRDefault="004E78D7" w:rsidP="004E78D7">
            <w:pPr>
              <w:pStyle w:val="SIText"/>
            </w:pPr>
          </w:p>
          <w:p w14:paraId="22C15BCD" w14:textId="0362C1A6" w:rsidR="00373436" w:rsidRPr="000754EC" w:rsidRDefault="004E78D7">
            <w:pPr>
              <w:pStyle w:val="SIText"/>
            </w:pPr>
            <w:r w:rsidRPr="004E78D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1B11F3">
        <w:trPr>
          <w:cantSplit/>
          <w:trHeight w:val="519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E78D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8DFA92D" w:rsidR="004E78D7" w:rsidRPr="004E78D7" w:rsidRDefault="004E78D7" w:rsidP="004E78D7">
            <w:pPr>
              <w:pStyle w:val="SIText"/>
            </w:pPr>
            <w:r w:rsidRPr="004E78D7">
              <w:t>1. Prepare a plan for a biodynamic farming enterprise</w:t>
            </w:r>
          </w:p>
        </w:tc>
        <w:tc>
          <w:tcPr>
            <w:tcW w:w="3604" w:type="pct"/>
            <w:shd w:val="clear" w:color="auto" w:fill="auto"/>
          </w:tcPr>
          <w:p w14:paraId="01383BC7" w14:textId="7EABA0BE" w:rsidR="004E78D7" w:rsidRPr="004E78D7" w:rsidRDefault="004E78D7" w:rsidP="004E78D7">
            <w:r w:rsidRPr="004E78D7">
              <w:t xml:space="preserve">1.1 </w:t>
            </w:r>
            <w:r w:rsidR="002674FF">
              <w:t xml:space="preserve">Identify health, </w:t>
            </w:r>
            <w:proofErr w:type="gramStart"/>
            <w:r w:rsidR="002674FF">
              <w:t>safety</w:t>
            </w:r>
            <w:proofErr w:type="gramEnd"/>
            <w:r w:rsidR="002674FF">
              <w:t xml:space="preserve"> and environmental hazards, assess risk and develop controls according to workplace procedures</w:t>
            </w:r>
          </w:p>
          <w:p w14:paraId="6559FAE9" w14:textId="77777777" w:rsidR="004E78D7" w:rsidRPr="004E78D7" w:rsidRDefault="004E78D7" w:rsidP="004E78D7">
            <w:r w:rsidRPr="004E78D7">
              <w:t>1.2 Identify requirements for biodynamic certification</w:t>
            </w:r>
          </w:p>
          <w:p w14:paraId="47FBB0A2" w14:textId="450D9978" w:rsidR="004E78D7" w:rsidRPr="004E78D7" w:rsidRDefault="004E78D7" w:rsidP="004E78D7">
            <w:r w:rsidRPr="004E78D7">
              <w:t xml:space="preserve">1.3 </w:t>
            </w:r>
            <w:r w:rsidR="00237F1F">
              <w:t xml:space="preserve">Develop </w:t>
            </w:r>
            <w:r w:rsidR="00360564">
              <w:t xml:space="preserve">goals and plan </w:t>
            </w:r>
            <w:r w:rsidRPr="004E78D7">
              <w:t xml:space="preserve">for </w:t>
            </w:r>
            <w:r w:rsidR="00360564">
              <w:t xml:space="preserve">a </w:t>
            </w:r>
            <w:r w:rsidRPr="004E78D7">
              <w:t xml:space="preserve">biodynamic </w:t>
            </w:r>
            <w:r w:rsidR="00360564">
              <w:t>enterprise</w:t>
            </w:r>
          </w:p>
          <w:p w14:paraId="1DB4230D" w14:textId="35C57898" w:rsidR="004E78D7" w:rsidRPr="004E78D7" w:rsidRDefault="004E78D7" w:rsidP="004E78D7">
            <w:r w:rsidRPr="004E78D7">
              <w:t>1.4 Develop marketing plan</w:t>
            </w:r>
            <w:r w:rsidR="00360564">
              <w:t>s</w:t>
            </w:r>
            <w:r w:rsidRPr="004E78D7">
              <w:t xml:space="preserve"> for biodynamic produce</w:t>
            </w:r>
          </w:p>
          <w:p w14:paraId="4EBC7C99" w14:textId="46779CCD" w:rsidR="00237F1F" w:rsidRDefault="004E78D7" w:rsidP="004E78D7">
            <w:r w:rsidRPr="004E78D7">
              <w:t xml:space="preserve">1.5 </w:t>
            </w:r>
            <w:r w:rsidR="00237F1F">
              <w:t xml:space="preserve">Investigate and implement trials for </w:t>
            </w:r>
            <w:r w:rsidRPr="004E78D7">
              <w:t xml:space="preserve">biodynamic agriculture </w:t>
            </w:r>
            <w:r w:rsidR="00237F1F">
              <w:t>and products</w:t>
            </w:r>
          </w:p>
          <w:p w14:paraId="22B1684A" w14:textId="75C73B03" w:rsidR="004E78D7" w:rsidRPr="004E78D7" w:rsidRDefault="00237F1F" w:rsidP="004E78D7">
            <w:r>
              <w:t>1.6 Record outcomes of trials and incorporate into business plans</w:t>
            </w:r>
          </w:p>
          <w:p w14:paraId="4B044429" w14:textId="5697EA0E" w:rsidR="004E78D7" w:rsidRPr="004E78D7" w:rsidRDefault="004E78D7" w:rsidP="00594910">
            <w:r w:rsidRPr="004E78D7">
              <w:t>1.</w:t>
            </w:r>
            <w:r w:rsidR="00237F1F">
              <w:t>7</w:t>
            </w:r>
            <w:r w:rsidRPr="004E78D7">
              <w:t xml:space="preserve"> Develop and implement biodynamic production plan </w:t>
            </w:r>
            <w:r w:rsidR="00237F1F">
              <w:t xml:space="preserve">according to </w:t>
            </w:r>
            <w:r w:rsidRPr="004E78D7">
              <w:t xml:space="preserve">biodynamic principles and </w:t>
            </w:r>
            <w:r w:rsidR="00237F1F">
              <w:t xml:space="preserve">organic </w:t>
            </w:r>
            <w:r w:rsidRPr="004E78D7">
              <w:t>farm</w:t>
            </w:r>
            <w:r w:rsidR="00237F1F">
              <w:t>ing</w:t>
            </w:r>
            <w:r w:rsidRPr="004E78D7">
              <w:t xml:space="preserve"> strategies</w:t>
            </w:r>
          </w:p>
        </w:tc>
      </w:tr>
      <w:tr w:rsidR="004E78D7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3004CB1B" w:rsidR="004E78D7" w:rsidRPr="004E78D7" w:rsidRDefault="004E78D7" w:rsidP="004E78D7">
            <w:pPr>
              <w:pStyle w:val="SIText"/>
            </w:pPr>
            <w:r w:rsidRPr="004E78D7">
              <w:t>2. Make and apply biodynamic field spray preparations</w:t>
            </w:r>
          </w:p>
        </w:tc>
        <w:tc>
          <w:tcPr>
            <w:tcW w:w="3604" w:type="pct"/>
            <w:shd w:val="clear" w:color="auto" w:fill="auto"/>
          </w:tcPr>
          <w:p w14:paraId="62C95F5F" w14:textId="663F067B" w:rsidR="004E78D7" w:rsidRPr="004E78D7" w:rsidRDefault="004E78D7" w:rsidP="004E78D7">
            <w:r w:rsidRPr="004E78D7">
              <w:t xml:space="preserve">2.1 </w:t>
            </w:r>
            <w:r w:rsidR="00237F1F">
              <w:t xml:space="preserve">Formulate, manufacture and </w:t>
            </w:r>
            <w:r w:rsidRPr="004E78D7">
              <w:t xml:space="preserve">store </w:t>
            </w:r>
            <w:r w:rsidR="00887AAF">
              <w:t>biodynamic field spray preparations</w:t>
            </w:r>
          </w:p>
          <w:p w14:paraId="625CA915" w14:textId="66AF9AF7" w:rsidR="004E78D7" w:rsidRPr="004E78D7" w:rsidRDefault="004E78D7" w:rsidP="004E78D7">
            <w:r w:rsidRPr="004E78D7">
              <w:t xml:space="preserve">2.2 </w:t>
            </w:r>
            <w:r w:rsidR="00887AAF">
              <w:t>Agitate</w:t>
            </w:r>
            <w:r w:rsidR="00887AAF" w:rsidRPr="004E78D7">
              <w:t xml:space="preserve"> </w:t>
            </w:r>
            <w:r w:rsidRPr="004E78D7">
              <w:t xml:space="preserve">preparations </w:t>
            </w:r>
            <w:r w:rsidR="00887AAF">
              <w:t xml:space="preserve">to ensure </w:t>
            </w:r>
            <w:r w:rsidR="00887AAF" w:rsidRPr="00887AAF">
              <w:t>homogeneity</w:t>
            </w:r>
          </w:p>
          <w:p w14:paraId="17CF8836" w14:textId="79D8E718" w:rsidR="004E78D7" w:rsidRPr="004E78D7" w:rsidRDefault="004E78D7" w:rsidP="004E78D7">
            <w:r w:rsidRPr="004E78D7">
              <w:t xml:space="preserve">2.3 Select </w:t>
            </w:r>
            <w:r w:rsidR="00887AAF">
              <w:t xml:space="preserve">and prepare </w:t>
            </w:r>
            <w:r w:rsidRPr="004E78D7">
              <w:t>equipment for application of biodynamic preparation</w:t>
            </w:r>
          </w:p>
          <w:p w14:paraId="0FA94395" w14:textId="11267D1B" w:rsidR="004E78D7" w:rsidRPr="004E78D7" w:rsidRDefault="004E78D7" w:rsidP="004E78D7">
            <w:r w:rsidRPr="004E78D7">
              <w:t>2.4 Calibrate and adjust equipment for application rate</w:t>
            </w:r>
            <w:r w:rsidR="00887AAF">
              <w:t xml:space="preserve"> according to workplace and industry standards</w:t>
            </w:r>
          </w:p>
          <w:p w14:paraId="164F0907" w14:textId="6B9254F0" w:rsidR="004E78D7" w:rsidRPr="004E78D7" w:rsidRDefault="004E78D7" w:rsidP="004E78D7">
            <w:r w:rsidRPr="004E78D7">
              <w:t>2.5 Apply preparations according to biodynamic principles</w:t>
            </w:r>
          </w:p>
        </w:tc>
      </w:tr>
      <w:tr w:rsidR="004E78D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6C2E7C0" w:rsidR="004E78D7" w:rsidRPr="004E78D7" w:rsidRDefault="004E78D7" w:rsidP="004E78D7">
            <w:pPr>
              <w:pStyle w:val="SIText"/>
            </w:pPr>
            <w:r w:rsidRPr="004E78D7">
              <w:t xml:space="preserve">3. Use biodynamic compost preparations, </w:t>
            </w:r>
            <w:proofErr w:type="gramStart"/>
            <w:r w:rsidRPr="004E78D7">
              <w:t>composts</w:t>
            </w:r>
            <w:proofErr w:type="gramEnd"/>
            <w:r w:rsidRPr="004E78D7">
              <w:t xml:space="preserve"> and liquid brews</w:t>
            </w:r>
          </w:p>
        </w:tc>
        <w:tc>
          <w:tcPr>
            <w:tcW w:w="3604" w:type="pct"/>
            <w:shd w:val="clear" w:color="auto" w:fill="auto"/>
          </w:tcPr>
          <w:p w14:paraId="16FDCB89" w14:textId="77777777" w:rsidR="004E78D7" w:rsidRPr="004E78D7" w:rsidRDefault="004E78D7" w:rsidP="004E78D7">
            <w:r w:rsidRPr="004E78D7">
              <w:t>3.1 Use and store biodynamic compost preparations according to biodynamic principles</w:t>
            </w:r>
          </w:p>
          <w:p w14:paraId="2175F7C6" w14:textId="416F7145" w:rsidR="004E78D7" w:rsidRPr="004E78D7" w:rsidRDefault="004E78D7" w:rsidP="004E78D7">
            <w:r w:rsidRPr="004E78D7">
              <w:t xml:space="preserve">3.2 Identify materials and mineral inputs for compost </w:t>
            </w:r>
            <w:r w:rsidR="00887AAF">
              <w:t xml:space="preserve">formulae </w:t>
            </w:r>
            <w:r w:rsidRPr="004E78D7">
              <w:t>from farm production plan and soil analysis</w:t>
            </w:r>
          </w:p>
          <w:p w14:paraId="45AF38D4" w14:textId="1283B920" w:rsidR="004E78D7" w:rsidRPr="004E78D7" w:rsidRDefault="004E78D7" w:rsidP="004E78D7">
            <w:r w:rsidRPr="004E78D7">
              <w:t xml:space="preserve">3.3 </w:t>
            </w:r>
            <w:r w:rsidR="00887AAF">
              <w:t xml:space="preserve">Construct </w:t>
            </w:r>
            <w:r w:rsidRPr="004E78D7">
              <w:t xml:space="preserve">compost </w:t>
            </w:r>
            <w:r w:rsidR="00887AAF">
              <w:t>according to formulation and biodynamic standards</w:t>
            </w:r>
          </w:p>
          <w:p w14:paraId="6E23E4F2" w14:textId="6261ACC2" w:rsidR="004E78D7" w:rsidRPr="004E78D7" w:rsidRDefault="004E78D7" w:rsidP="004E78D7">
            <w:r w:rsidRPr="004E78D7">
              <w:t xml:space="preserve">3.4 Apply biodynamic preparations to compost according to biodynamic </w:t>
            </w:r>
            <w:r w:rsidR="00887AAF">
              <w:t>industry standards</w:t>
            </w:r>
          </w:p>
          <w:p w14:paraId="72130023" w14:textId="7D015C3C" w:rsidR="004E78D7" w:rsidRPr="004E78D7" w:rsidRDefault="004E78D7" w:rsidP="004E78D7">
            <w:r w:rsidRPr="004E78D7">
              <w:t xml:space="preserve">3.5 Monitor </w:t>
            </w:r>
            <w:r w:rsidR="00887AAF">
              <w:t xml:space="preserve">conditions of compost to ensure </w:t>
            </w:r>
            <w:r w:rsidR="00594910">
              <w:t xml:space="preserve">anticipated </w:t>
            </w:r>
            <w:r w:rsidR="00887AAF">
              <w:t>decomposition according to workplace procedures and biodynamic standards</w:t>
            </w:r>
          </w:p>
          <w:p w14:paraId="2B00249F" w14:textId="6D7A7581" w:rsidR="004E78D7" w:rsidRPr="004E78D7" w:rsidRDefault="004E78D7" w:rsidP="004E78D7">
            <w:pPr>
              <w:pStyle w:val="SIText"/>
            </w:pPr>
            <w:r w:rsidRPr="004E78D7">
              <w:t xml:space="preserve">3.6 Apply compost </w:t>
            </w:r>
            <w:r w:rsidR="006330D4">
              <w:t xml:space="preserve">to </w:t>
            </w:r>
            <w:r w:rsidRPr="004E78D7">
              <w:t>enhance natural cycles</w:t>
            </w:r>
          </w:p>
        </w:tc>
      </w:tr>
      <w:tr w:rsidR="004E78D7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13032D11" w:rsidR="004E78D7" w:rsidRPr="004E78D7" w:rsidRDefault="004E78D7" w:rsidP="004E78D7">
            <w:pPr>
              <w:pStyle w:val="SIText"/>
            </w:pPr>
            <w:r w:rsidRPr="004E78D7">
              <w:t>4. Apply biodynamic principles and techniques to enhance soil and plant health</w:t>
            </w:r>
          </w:p>
        </w:tc>
        <w:tc>
          <w:tcPr>
            <w:tcW w:w="3604" w:type="pct"/>
            <w:shd w:val="clear" w:color="auto" w:fill="auto"/>
          </w:tcPr>
          <w:p w14:paraId="0B3CD64B" w14:textId="55460F84" w:rsidR="004E78D7" w:rsidRPr="004E78D7" w:rsidRDefault="004E78D7" w:rsidP="004E78D7">
            <w:r w:rsidRPr="004E78D7">
              <w:t xml:space="preserve">4.1 Plan </w:t>
            </w:r>
            <w:r w:rsidR="00594910">
              <w:t>crop production activities and schedule</w:t>
            </w:r>
            <w:r w:rsidRPr="004E78D7">
              <w:t xml:space="preserve"> according to moon rhythms and planetary patterns</w:t>
            </w:r>
          </w:p>
          <w:p w14:paraId="37F5AC06" w14:textId="7BCE30F6" w:rsidR="004E78D7" w:rsidRPr="004E78D7" w:rsidRDefault="004E78D7" w:rsidP="004E78D7">
            <w:r w:rsidRPr="004E78D7">
              <w:t xml:space="preserve">4.2 Optimise soil and plant health using biodynamic </w:t>
            </w:r>
            <w:r w:rsidR="00362CBD">
              <w:t>products and processes</w:t>
            </w:r>
          </w:p>
          <w:p w14:paraId="66D54588" w14:textId="40DEC78C" w:rsidR="004E78D7" w:rsidRPr="004E78D7" w:rsidRDefault="004E78D7" w:rsidP="004E78D7">
            <w:r w:rsidRPr="004E78D7">
              <w:t xml:space="preserve">4.3 </w:t>
            </w:r>
            <w:r w:rsidR="00362CBD">
              <w:t xml:space="preserve">Monitor crops for </w:t>
            </w:r>
            <w:r w:rsidRPr="004E78D7">
              <w:t xml:space="preserve">weeds and </w:t>
            </w:r>
            <w:r w:rsidR="00362CBD" w:rsidRPr="00362CBD">
              <w:t>pest</w:t>
            </w:r>
            <w:r w:rsidR="00644735">
              <w:t>s</w:t>
            </w:r>
            <w:r w:rsidR="00362CBD" w:rsidRPr="00362CBD">
              <w:t xml:space="preserve"> </w:t>
            </w:r>
            <w:r w:rsidRPr="004E78D7">
              <w:t>in enterprise</w:t>
            </w:r>
          </w:p>
          <w:p w14:paraId="67A56284" w14:textId="5C2F2E2A" w:rsidR="00644735" w:rsidRDefault="004E78D7" w:rsidP="004E78D7">
            <w:r w:rsidRPr="004E78D7">
              <w:t xml:space="preserve">4.4 </w:t>
            </w:r>
            <w:r w:rsidR="00362CBD">
              <w:t>Identify weeds and pests and e</w:t>
            </w:r>
            <w:r w:rsidRPr="004E78D7">
              <w:t xml:space="preserve">valuate options for </w:t>
            </w:r>
            <w:r w:rsidR="00362CBD">
              <w:t>their control</w:t>
            </w:r>
          </w:p>
          <w:p w14:paraId="30767ED0" w14:textId="4C182D65" w:rsidR="004E78D7" w:rsidRPr="004E78D7" w:rsidRDefault="004E78D7" w:rsidP="004E78D7">
            <w:pPr>
              <w:pStyle w:val="SIText"/>
            </w:pPr>
            <w:r w:rsidRPr="004E78D7">
              <w:t>4.5 Develop</w:t>
            </w:r>
            <w:r w:rsidR="00644735">
              <w:t xml:space="preserve">, </w:t>
            </w:r>
            <w:proofErr w:type="gramStart"/>
            <w:r w:rsidR="00644735">
              <w:t>document</w:t>
            </w:r>
            <w:proofErr w:type="gramEnd"/>
            <w:r w:rsidRPr="004E78D7">
              <w:t xml:space="preserve"> and implement plan for managing pests and weeds</w:t>
            </w:r>
          </w:p>
        </w:tc>
      </w:tr>
      <w:tr w:rsidR="004E78D7" w:rsidRPr="00963A46" w14:paraId="298EE8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E52CC8" w14:textId="7B930900" w:rsidR="004E78D7" w:rsidRPr="004E78D7" w:rsidRDefault="004E78D7">
            <w:pPr>
              <w:pStyle w:val="SIText"/>
            </w:pPr>
            <w:r w:rsidRPr="004E78D7">
              <w:lastRenderedPageBreak/>
              <w:t xml:space="preserve">5. Manage </w:t>
            </w:r>
            <w:r w:rsidR="00B17759">
              <w:t>livestock</w:t>
            </w:r>
            <w:r w:rsidR="00B17759" w:rsidRPr="004E78D7">
              <w:t xml:space="preserve"> </w:t>
            </w:r>
            <w:r w:rsidRPr="004E78D7">
              <w:t>within a biodynamic production system</w:t>
            </w:r>
          </w:p>
        </w:tc>
        <w:tc>
          <w:tcPr>
            <w:tcW w:w="3604" w:type="pct"/>
            <w:shd w:val="clear" w:color="auto" w:fill="auto"/>
          </w:tcPr>
          <w:p w14:paraId="247B29A5" w14:textId="77777777" w:rsidR="004E78D7" w:rsidRPr="004E78D7" w:rsidRDefault="004E78D7" w:rsidP="004E78D7">
            <w:r w:rsidRPr="004E78D7">
              <w:t>5.1 Optimise soil and plant health to provide a nutrient-dense and balanced diet</w:t>
            </w:r>
          </w:p>
          <w:p w14:paraId="23F962C1" w14:textId="52CD3E02" w:rsidR="004E78D7" w:rsidRPr="004E78D7" w:rsidRDefault="004E78D7" w:rsidP="004E78D7">
            <w:r w:rsidRPr="004E78D7">
              <w:t>5.2 Develop and incorporate grazing and feeding strategies into biodynamic system</w:t>
            </w:r>
          </w:p>
          <w:p w14:paraId="314E485A" w14:textId="307E7112" w:rsidR="004E78D7" w:rsidRPr="004E78D7" w:rsidRDefault="004E78D7" w:rsidP="004E78D7">
            <w:r w:rsidRPr="004E78D7">
              <w:t xml:space="preserve">5.3 Incorporate homeopathic remedies and treatments into </w:t>
            </w:r>
            <w:r w:rsidR="00B17759">
              <w:t>livestock</w:t>
            </w:r>
            <w:r w:rsidR="00B17759" w:rsidRPr="004E78D7">
              <w:t xml:space="preserve"> </w:t>
            </w:r>
            <w:r w:rsidRPr="004E78D7">
              <w:t>health strategies</w:t>
            </w:r>
            <w:r w:rsidR="00644735">
              <w:t xml:space="preserve"> according to biodynamic and organic farming principles</w:t>
            </w:r>
          </w:p>
          <w:p w14:paraId="71F39B04" w14:textId="7DC48C0A" w:rsidR="004E78D7" w:rsidRPr="004E78D7" w:rsidRDefault="004E78D7">
            <w:r w:rsidRPr="004E78D7">
              <w:t xml:space="preserve">5.4 Implement enterprise </w:t>
            </w:r>
            <w:r w:rsidR="00B17759">
              <w:t>livestock</w:t>
            </w:r>
            <w:r w:rsidR="00B17759" w:rsidRPr="004E78D7">
              <w:t xml:space="preserve"> </w:t>
            </w:r>
            <w:r w:rsidRPr="004E78D7">
              <w:t>welfare policies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83D46ED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1C9524EE" w:rsidR="00F1480E" w:rsidRPr="005404CB" w:rsidRDefault="002116C3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0089C9DC" w:rsidR="00F1480E" w:rsidRPr="005404CB" w:rsidRDefault="002116C3">
            <w:pPr>
              <w:pStyle w:val="SIBulletList1"/>
              <w:rPr>
                <w:rFonts w:eastAsia="Calibri"/>
              </w:rPr>
            </w:pPr>
            <w:r w:rsidRPr="002116C3">
              <w:t xml:space="preserve">Critically analyse </w:t>
            </w:r>
            <w:r>
              <w:t xml:space="preserve">biodynamic principles, </w:t>
            </w:r>
            <w:proofErr w:type="gramStart"/>
            <w:r>
              <w:t>standards</w:t>
            </w:r>
            <w:proofErr w:type="gramEnd"/>
            <w:r>
              <w:t xml:space="preserve"> and certification procedures to ensure compliance when developing biodynamic production systems</w:t>
            </w:r>
          </w:p>
        </w:tc>
      </w:tr>
      <w:tr w:rsidR="002116C3" w:rsidRPr="00336FCA" w:rsidDel="00423CB2" w14:paraId="6EAF5308" w14:textId="77777777" w:rsidTr="00CA2922">
        <w:tc>
          <w:tcPr>
            <w:tcW w:w="1396" w:type="pct"/>
          </w:tcPr>
          <w:p w14:paraId="2823C94C" w14:textId="116581FC" w:rsidR="002116C3" w:rsidRDefault="002116C3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FEE2932" w14:textId="5C82D63B" w:rsidR="002116C3" w:rsidRPr="002116C3" w:rsidRDefault="002116C3">
            <w:pPr>
              <w:pStyle w:val="SIBulletList1"/>
            </w:pPr>
            <w:r w:rsidRPr="002116C3">
              <w:t xml:space="preserve">Write, </w:t>
            </w:r>
            <w:proofErr w:type="gramStart"/>
            <w:r>
              <w:t>proofread</w:t>
            </w:r>
            <w:proofErr w:type="gramEnd"/>
            <w:r>
              <w:t xml:space="preserve"> and </w:t>
            </w:r>
            <w:r w:rsidRPr="002116C3">
              <w:t xml:space="preserve">edit </w:t>
            </w:r>
            <w:r>
              <w:t xml:space="preserve">biodynamic management plans </w:t>
            </w:r>
            <w:r w:rsidRPr="002116C3">
              <w:t>to ensure clarity of meaning, accuracy and consistency of information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5CBD80D7" w:rsidR="00F1480E" w:rsidRPr="005404CB" w:rsidRDefault="002116C3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B5C131C" w14:textId="375B68A1" w:rsidR="00F1480E" w:rsidRPr="005404CB" w:rsidRDefault="002116C3">
            <w:pPr>
              <w:pStyle w:val="SIBulletList1"/>
              <w:rPr>
                <w:rFonts w:eastAsia="Calibri"/>
              </w:rPr>
            </w:pPr>
            <w:r>
              <w:t>Apply mathematical</w:t>
            </w:r>
            <w:r w:rsidRPr="002116C3">
              <w:t xml:space="preserve"> skills </w:t>
            </w:r>
            <w:r>
              <w:t xml:space="preserve">for accurately preparing treatments to a formula and for scheduling and </w:t>
            </w:r>
            <w:r w:rsidRPr="002116C3">
              <w:t>analys</w:t>
            </w:r>
            <w:r>
              <w:t xml:space="preserve">ing </w:t>
            </w:r>
            <w:r w:rsidR="002D6CD1">
              <w:t>biodynamic management outcomes</w:t>
            </w:r>
          </w:p>
        </w:tc>
      </w:tr>
    </w:tbl>
    <w:p w14:paraId="265659EF" w14:textId="21784EA5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05F9542B" w:rsidR="00D664D7" w:rsidRPr="005404CB" w:rsidRDefault="00644735" w:rsidP="00833F4E">
            <w:pPr>
              <w:pStyle w:val="SIText"/>
            </w:pPr>
            <w:r w:rsidRPr="00644735">
              <w:t>AHCORG40</w:t>
            </w:r>
            <w:r w:rsidR="00833F4E">
              <w:t>9</w:t>
            </w:r>
            <w:r w:rsidRPr="00644735">
              <w:t xml:space="preserve"> Manage biodynamic production</w:t>
            </w:r>
          </w:p>
        </w:tc>
        <w:tc>
          <w:tcPr>
            <w:tcW w:w="1105" w:type="pct"/>
          </w:tcPr>
          <w:p w14:paraId="64EA7AE3" w14:textId="35B4D380" w:rsidR="00041E59" w:rsidRPr="005404CB" w:rsidRDefault="00644735">
            <w:pPr>
              <w:pStyle w:val="SIText"/>
            </w:pPr>
            <w:r w:rsidRPr="00644735">
              <w:t>AHCORG401 Manage biodynamic production</w:t>
            </w:r>
          </w:p>
        </w:tc>
        <w:tc>
          <w:tcPr>
            <w:tcW w:w="1251" w:type="pct"/>
          </w:tcPr>
          <w:p w14:paraId="3E031D32" w14:textId="5EE79E0B" w:rsidR="00041E59" w:rsidRPr="005404CB" w:rsidRDefault="00644735" w:rsidP="005404CB">
            <w:pPr>
              <w:pStyle w:val="SIText"/>
            </w:pPr>
            <w:r>
              <w:t>Minor changes to Application and Performance Criteria</w:t>
            </w:r>
            <w:r w:rsidR="00AA5196">
              <w:t>, Performance Evidence, Knowledge Evidence and Assessment Conditions</w:t>
            </w:r>
            <w:r>
              <w:t xml:space="preserve"> for brevity and clarity</w:t>
            </w:r>
            <w:r w:rsidR="00AA5196">
              <w:br/>
              <w:t>Foundation Skills added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2BC6BE4F" w:rsidR="00F1480E" w:rsidRPr="005404CB" w:rsidRDefault="00E573FA" w:rsidP="005404CB">
            <w:pPr>
              <w:pStyle w:val="SIText"/>
            </w:pPr>
            <w:r>
              <w:t xml:space="preserve">Companion Volumes, including Implementation </w:t>
            </w:r>
            <w:r w:rsidRPr="00E573FA">
              <w:t xml:space="preserve">Guides, are available at </w:t>
            </w:r>
            <w:proofErr w:type="spellStart"/>
            <w:r w:rsidRPr="00E573FA">
              <w:t>VETNet</w:t>
            </w:r>
            <w:proofErr w:type="spellEnd"/>
            <w:r w:rsidRPr="00E573FA">
              <w:t xml:space="preserve">: </w:t>
            </w:r>
            <w:hyperlink r:id="rId11" w:history="1">
              <w:r w:rsidRPr="00E573FA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522A3A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E78D7" w:rsidRPr="004E78D7">
              <w:t>AHCORG40</w:t>
            </w:r>
            <w:r w:rsidR="00833F4E">
              <w:t>9</w:t>
            </w:r>
            <w:r w:rsidR="004E78D7" w:rsidRPr="004E78D7">
              <w:t xml:space="preserve"> Manage biodynamic production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6593CA8" w14:textId="77777777" w:rsidR="00D04D90" w:rsidRPr="00D04D90" w:rsidRDefault="00D04D90" w:rsidP="00D04D90">
            <w:r w:rsidRPr="00D04D90">
              <w:t xml:space="preserve">An individual demonstrating competency must satisfy </w:t>
            </w:r>
            <w:proofErr w:type="gramStart"/>
            <w:r w:rsidRPr="00D04D90">
              <w:t>all of</w:t>
            </w:r>
            <w:proofErr w:type="gramEnd"/>
            <w:r w:rsidRPr="00D04D90">
              <w:t xml:space="preserve"> the elements and performance criteria in this unit.</w:t>
            </w:r>
          </w:p>
          <w:p w14:paraId="1F968CDF" w14:textId="77777777" w:rsidR="00E573FA" w:rsidRDefault="00E573FA" w:rsidP="001B11F3">
            <w:pPr>
              <w:pStyle w:val="SIText"/>
            </w:pPr>
          </w:p>
          <w:p w14:paraId="4B0086CE" w14:textId="1ABFA775" w:rsidR="00D04D90" w:rsidRDefault="00D04D90" w:rsidP="001B11F3">
            <w:pPr>
              <w:pStyle w:val="SIText"/>
            </w:pPr>
            <w:r w:rsidRPr="00D04D90">
              <w:t>There must be evidence that the individual has</w:t>
            </w:r>
            <w:r w:rsidR="00E573FA">
              <w:t>,</w:t>
            </w:r>
            <w:r>
              <w:t xml:space="preserve"> on at least one occasion</w:t>
            </w:r>
            <w:r w:rsidR="00E573FA">
              <w:t>,</w:t>
            </w:r>
            <w:r>
              <w:t xml:space="preserve"> managed a farm using biodynamic production principles and has</w:t>
            </w:r>
            <w:r w:rsidRPr="00D04D90">
              <w:t>:</w:t>
            </w:r>
          </w:p>
          <w:p w14:paraId="624C39B0" w14:textId="75E15C74" w:rsidR="00237F1F" w:rsidRPr="001A37F6" w:rsidRDefault="00237F1F" w:rsidP="00594910">
            <w:pPr>
              <w:pStyle w:val="SIBulletList1"/>
            </w:pPr>
            <w:r>
              <w:t xml:space="preserve">developed </w:t>
            </w:r>
            <w:r w:rsidR="00B17759">
              <w:t xml:space="preserve">goals and </w:t>
            </w:r>
            <w:r>
              <w:t>plan</w:t>
            </w:r>
            <w:r w:rsidR="00B17759">
              <w:t xml:space="preserve">s for a biodynamic or organic enterprise </w:t>
            </w:r>
            <w:r w:rsidR="00E573FA">
              <w:t xml:space="preserve">that </w:t>
            </w:r>
            <w:r>
              <w:t xml:space="preserve">must include </w:t>
            </w:r>
            <w:r w:rsidRPr="00237F1F">
              <w:t xml:space="preserve">personal, </w:t>
            </w:r>
            <w:proofErr w:type="gramStart"/>
            <w:r w:rsidRPr="00237F1F">
              <w:t>ecological</w:t>
            </w:r>
            <w:proofErr w:type="gramEnd"/>
            <w:r w:rsidRPr="00237F1F">
              <w:t xml:space="preserve"> and financial goals</w:t>
            </w:r>
          </w:p>
          <w:p w14:paraId="3A788A1E" w14:textId="075F7352" w:rsidR="001A37F6" w:rsidRPr="001A37F6" w:rsidRDefault="001A37F6" w:rsidP="001A37F6">
            <w:pPr>
              <w:pStyle w:val="SIBulletList1"/>
            </w:pPr>
            <w:r w:rsidRPr="001A37F6">
              <w:t>develop</w:t>
            </w:r>
            <w:r w:rsidR="00237F1F">
              <w:t xml:space="preserve">ed marketing plan </w:t>
            </w:r>
            <w:r w:rsidR="00E573FA">
              <w:t xml:space="preserve">that </w:t>
            </w:r>
            <w:r w:rsidR="00237F1F">
              <w:t xml:space="preserve">must address quality, </w:t>
            </w:r>
            <w:proofErr w:type="gramStart"/>
            <w:r w:rsidR="00237F1F">
              <w:t>integrity</w:t>
            </w:r>
            <w:proofErr w:type="gramEnd"/>
            <w:r w:rsidR="00237F1F">
              <w:t xml:space="preserve"> and ethical goals</w:t>
            </w:r>
          </w:p>
          <w:p w14:paraId="29C107CF" w14:textId="594D63FB" w:rsidR="0045566B" w:rsidRDefault="0045566B" w:rsidP="001B11F3">
            <w:pPr>
              <w:pStyle w:val="SIBulletList1"/>
            </w:pPr>
            <w:r>
              <w:t>formulate</w:t>
            </w:r>
            <w:r w:rsidR="00D04D90">
              <w:t>d</w:t>
            </w:r>
            <w:r>
              <w:t xml:space="preserve">, </w:t>
            </w:r>
            <w:r w:rsidR="00B17759">
              <w:t>prepared</w:t>
            </w:r>
            <w:r>
              <w:t xml:space="preserve">, stored and applied </w:t>
            </w:r>
            <w:r w:rsidR="001A37F6" w:rsidRPr="001A37F6">
              <w:t>biodynamic preparations</w:t>
            </w:r>
            <w:r w:rsidR="00E573FA">
              <w:t>,</w:t>
            </w:r>
            <w:r w:rsidR="001A37F6" w:rsidRPr="001A37F6">
              <w:t xml:space="preserve"> </w:t>
            </w:r>
            <w:r>
              <w:t>which must include:</w:t>
            </w:r>
          </w:p>
          <w:p w14:paraId="3B7736C6" w14:textId="77777777" w:rsidR="0045566B" w:rsidRDefault="0045566B" w:rsidP="001B11F3">
            <w:pPr>
              <w:pStyle w:val="SIBulletList2"/>
            </w:pPr>
            <w:r w:rsidRPr="004E78D7">
              <w:t>horn manure (500)</w:t>
            </w:r>
          </w:p>
          <w:p w14:paraId="2E46DCDD" w14:textId="77777777" w:rsidR="0045566B" w:rsidRDefault="0045566B" w:rsidP="001B11F3">
            <w:pPr>
              <w:pStyle w:val="SIBulletList2"/>
            </w:pPr>
            <w:r w:rsidRPr="004E78D7">
              <w:t>horn silica (501)</w:t>
            </w:r>
          </w:p>
          <w:p w14:paraId="38EC36BE" w14:textId="7C744CFF" w:rsidR="0045566B" w:rsidRDefault="0045566B" w:rsidP="001B11F3">
            <w:pPr>
              <w:pStyle w:val="SIBulletList2"/>
            </w:pPr>
            <w:r w:rsidRPr="004E78D7">
              <w:t>horn clay preparations</w:t>
            </w:r>
          </w:p>
          <w:p w14:paraId="14BABA6A" w14:textId="5A8E3E03" w:rsidR="0045566B" w:rsidRPr="0045566B" w:rsidRDefault="0045566B" w:rsidP="001B11F3">
            <w:pPr>
              <w:pStyle w:val="SIBulletList2"/>
            </w:pPr>
            <w:r>
              <w:t>compost</w:t>
            </w:r>
          </w:p>
          <w:p w14:paraId="4643FA75" w14:textId="12EE90CC" w:rsidR="0045566B" w:rsidRPr="001A37F6" w:rsidRDefault="00594910" w:rsidP="001A37F6">
            <w:pPr>
              <w:pStyle w:val="SIBulletList1"/>
            </w:pPr>
            <w:r>
              <w:t xml:space="preserve">monitored aeration, </w:t>
            </w:r>
            <w:proofErr w:type="gramStart"/>
            <w:r>
              <w:t>moisture</w:t>
            </w:r>
            <w:proofErr w:type="gramEnd"/>
            <w:r>
              <w:t xml:space="preserve"> and temperature of compost to ensure quality of decomposition</w:t>
            </w:r>
          </w:p>
          <w:p w14:paraId="005D36A0" w14:textId="31B63BDA" w:rsidR="00594910" w:rsidRDefault="001A37F6" w:rsidP="001B11F3">
            <w:pPr>
              <w:pStyle w:val="SIBulletList1"/>
            </w:pPr>
            <w:r w:rsidRPr="001A37F6">
              <w:t>enhance</w:t>
            </w:r>
            <w:r w:rsidR="00D04D90">
              <w:t>d</w:t>
            </w:r>
            <w:r w:rsidRPr="001A37F6">
              <w:t xml:space="preserve"> soil and plant health</w:t>
            </w:r>
            <w:r w:rsidR="00594910">
              <w:t>, which must include:</w:t>
            </w:r>
          </w:p>
          <w:p w14:paraId="508F1681" w14:textId="77777777" w:rsidR="00594910" w:rsidRDefault="00594910" w:rsidP="001B11F3">
            <w:pPr>
              <w:pStyle w:val="SIBulletList2"/>
            </w:pPr>
            <w:r>
              <w:t>application of biodynamic</w:t>
            </w:r>
            <w:r w:rsidRPr="004E78D7">
              <w:t xml:space="preserve"> </w:t>
            </w:r>
            <w:r w:rsidRPr="00594910">
              <w:t>preparations</w:t>
            </w:r>
          </w:p>
          <w:p w14:paraId="1685AC9F" w14:textId="77777777" w:rsidR="00594910" w:rsidRDefault="00594910" w:rsidP="001B11F3">
            <w:pPr>
              <w:pStyle w:val="SIBulletList2"/>
            </w:pPr>
            <w:r>
              <w:t>sowing and growing c</w:t>
            </w:r>
            <w:r w:rsidRPr="00594910">
              <w:t>over crops</w:t>
            </w:r>
          </w:p>
          <w:p w14:paraId="79FF5F53" w14:textId="77777777" w:rsidR="00594910" w:rsidRDefault="00594910" w:rsidP="001B11F3">
            <w:pPr>
              <w:pStyle w:val="SIBulletList2"/>
            </w:pPr>
            <w:r>
              <w:t xml:space="preserve">using </w:t>
            </w:r>
            <w:r w:rsidRPr="00594910">
              <w:t>crop rotation</w:t>
            </w:r>
            <w:r>
              <w:t xml:space="preserve"> strategies</w:t>
            </w:r>
          </w:p>
          <w:p w14:paraId="5CBDC8BD" w14:textId="73D7D113" w:rsidR="00594910" w:rsidRDefault="00D04D90" w:rsidP="001B11F3">
            <w:pPr>
              <w:pStyle w:val="SIBulletList2"/>
            </w:pPr>
            <w:r>
              <w:t>us</w:t>
            </w:r>
            <w:r w:rsidR="00E573FA">
              <w:t>ing</w:t>
            </w:r>
            <w:r>
              <w:t xml:space="preserve"> </w:t>
            </w:r>
            <w:r w:rsidR="00594910" w:rsidRPr="00594910">
              <w:t>mulching and composting</w:t>
            </w:r>
            <w:r>
              <w:t xml:space="preserve"> on soil</w:t>
            </w:r>
          </w:p>
          <w:p w14:paraId="0AFBA143" w14:textId="01E895A6" w:rsidR="00594910" w:rsidRDefault="00594910" w:rsidP="001B11F3">
            <w:pPr>
              <w:pStyle w:val="SIBulletList2"/>
            </w:pPr>
            <w:r w:rsidRPr="00594910">
              <w:t>appl</w:t>
            </w:r>
            <w:r w:rsidR="00E573FA">
              <w:t>ying</w:t>
            </w:r>
            <w:r w:rsidRPr="00594910">
              <w:t xml:space="preserve"> farm-based </w:t>
            </w:r>
            <w:r>
              <w:t>nutrient</w:t>
            </w:r>
            <w:r w:rsidRPr="00594910">
              <w:t xml:space="preserve"> products</w:t>
            </w:r>
          </w:p>
          <w:p w14:paraId="2B675D4C" w14:textId="1BFE21D8" w:rsidR="00D04D90" w:rsidRDefault="008F3407" w:rsidP="001B11F3">
            <w:pPr>
              <w:pStyle w:val="SIBulletList1"/>
            </w:pPr>
            <w:r>
              <w:t xml:space="preserve">identified, </w:t>
            </w:r>
            <w:proofErr w:type="gramStart"/>
            <w:r>
              <w:t>assessed</w:t>
            </w:r>
            <w:proofErr w:type="gramEnd"/>
            <w:r>
              <w:t xml:space="preserve"> and applied </w:t>
            </w:r>
            <w:r w:rsidR="0012665D">
              <w:t xml:space="preserve">biodynamic </w:t>
            </w:r>
            <w:r w:rsidR="00D04D90">
              <w:t>control</w:t>
            </w:r>
            <w:r>
              <w:t xml:space="preserve">s for </w:t>
            </w:r>
            <w:r w:rsidR="00D04D90">
              <w:t>weeds and pests</w:t>
            </w:r>
            <w:r w:rsidR="00E573FA">
              <w:t>,</w:t>
            </w:r>
            <w:r w:rsidR="00D04D90">
              <w:t xml:space="preserve"> which must include:</w:t>
            </w:r>
          </w:p>
          <w:p w14:paraId="4C727669" w14:textId="4CB73C1D" w:rsidR="00D04D90" w:rsidRDefault="00D04D90" w:rsidP="001B11F3">
            <w:pPr>
              <w:pStyle w:val="SIBulletList2"/>
            </w:pPr>
            <w:r w:rsidRPr="00D04D90">
              <w:t>natural predators</w:t>
            </w:r>
          </w:p>
          <w:p w14:paraId="55DD473A" w14:textId="77777777" w:rsidR="00D04D90" w:rsidRDefault="00D04D90" w:rsidP="001B11F3">
            <w:pPr>
              <w:pStyle w:val="SIBulletList2"/>
            </w:pPr>
            <w:r w:rsidRPr="00D04D90">
              <w:t>life cycles</w:t>
            </w:r>
            <w:r>
              <w:t xml:space="preserve"> of weeds and pests</w:t>
            </w:r>
          </w:p>
          <w:p w14:paraId="11712029" w14:textId="77777777" w:rsidR="00D04D90" w:rsidRDefault="00D04D90" w:rsidP="001B11F3">
            <w:pPr>
              <w:pStyle w:val="SIBulletList2"/>
            </w:pPr>
            <w:r w:rsidRPr="00D04D90">
              <w:t>cultural practices</w:t>
            </w:r>
          </w:p>
          <w:p w14:paraId="0190BAA1" w14:textId="77777777" w:rsidR="00D04D90" w:rsidRDefault="00D04D90" w:rsidP="001B11F3">
            <w:pPr>
              <w:pStyle w:val="SIBulletList2"/>
            </w:pPr>
            <w:r>
              <w:t>s</w:t>
            </w:r>
            <w:r w:rsidRPr="00D04D90">
              <w:t>oil health</w:t>
            </w:r>
          </w:p>
          <w:p w14:paraId="4141584A" w14:textId="3829D1CB" w:rsidR="00D04D90" w:rsidRPr="00594910" w:rsidRDefault="00D04D90" w:rsidP="001B11F3">
            <w:pPr>
              <w:pStyle w:val="SIBulletList2"/>
            </w:pPr>
            <w:r w:rsidRPr="00D04D90">
              <w:t>plant community</w:t>
            </w:r>
          </w:p>
          <w:p w14:paraId="6BFA69AA" w14:textId="67574B7A" w:rsidR="006130F4" w:rsidRPr="005404CB" w:rsidRDefault="001A37F6" w:rsidP="001B11F3">
            <w:pPr>
              <w:pStyle w:val="SIBulletList1"/>
            </w:pPr>
            <w:r w:rsidRPr="001A37F6">
              <w:t>integrate</w:t>
            </w:r>
            <w:r w:rsidR="00D04D90">
              <w:t xml:space="preserve">d </w:t>
            </w:r>
            <w:r w:rsidRPr="001A37F6">
              <w:t>and manage</w:t>
            </w:r>
            <w:r w:rsidR="00D04D90">
              <w:t>d</w:t>
            </w:r>
            <w:r w:rsidRPr="001A37F6">
              <w:t xml:space="preserve"> </w:t>
            </w:r>
            <w:r w:rsidR="00B17759">
              <w:t>livestock</w:t>
            </w:r>
            <w:r w:rsidR="00B17759" w:rsidRPr="001A37F6">
              <w:t xml:space="preserve"> </w:t>
            </w:r>
            <w:r w:rsidRPr="001A37F6">
              <w:t>in a biodynamic enterprise</w:t>
            </w:r>
            <w:r w:rsidR="00B17759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369CD46" w14:textId="032A40F7" w:rsidR="00FD5028" w:rsidRDefault="00FD5028" w:rsidP="001B11F3">
            <w:pPr>
              <w:pStyle w:val="SIText"/>
            </w:pPr>
            <w:r w:rsidRPr="00FD5028">
              <w:t>An individual must be able to demonstrate the knowledge required to perform the tasks outlined in the elements and performance criteria of this unit. This includes knowledge of:</w:t>
            </w:r>
          </w:p>
          <w:p w14:paraId="354E2272" w14:textId="09375B89" w:rsidR="00360564" w:rsidRDefault="00360564" w:rsidP="001A37F6">
            <w:pPr>
              <w:pStyle w:val="SIBulletList1"/>
            </w:pPr>
            <w:r>
              <w:t>biodynamic production processes and practices, including:</w:t>
            </w:r>
          </w:p>
          <w:p w14:paraId="5B0ECA9E" w14:textId="070AF603" w:rsidR="001A37F6" w:rsidRPr="001A37F6" w:rsidRDefault="001A37F6" w:rsidP="001B11F3">
            <w:pPr>
              <w:pStyle w:val="SIBulletList2"/>
            </w:pPr>
            <w:r w:rsidRPr="001A37F6">
              <w:t xml:space="preserve">animal </w:t>
            </w:r>
            <w:r w:rsidR="00360564">
              <w:t xml:space="preserve">production and </w:t>
            </w:r>
            <w:r w:rsidR="00B17759">
              <w:t>welfare</w:t>
            </w:r>
          </w:p>
          <w:p w14:paraId="617FF7EC" w14:textId="37DBDE56" w:rsidR="001A37F6" w:rsidRPr="001A37F6" w:rsidRDefault="001A37F6" w:rsidP="001B11F3">
            <w:pPr>
              <w:pStyle w:val="SIBulletList2"/>
            </w:pPr>
            <w:r w:rsidRPr="001A37F6">
              <w:t>biodynamic preparations and their role in soil food web and atmosphere</w:t>
            </w:r>
          </w:p>
          <w:p w14:paraId="0557017D" w14:textId="0B173F3C" w:rsidR="001A37F6" w:rsidRPr="001A37F6" w:rsidRDefault="00360564" w:rsidP="001B11F3">
            <w:pPr>
              <w:pStyle w:val="SIBulletList2"/>
            </w:pPr>
            <w:r>
              <w:t xml:space="preserve">importance of </w:t>
            </w:r>
            <w:r w:rsidR="001A37F6" w:rsidRPr="001A37F6">
              <w:t xml:space="preserve">biodiversity, </w:t>
            </w:r>
            <w:proofErr w:type="gramStart"/>
            <w:r>
              <w:t>fauna</w:t>
            </w:r>
            <w:proofErr w:type="gramEnd"/>
            <w:r w:rsidR="001A37F6" w:rsidRPr="001A37F6">
              <w:t xml:space="preserve"> and native </w:t>
            </w:r>
            <w:r>
              <w:t>flora</w:t>
            </w:r>
            <w:r w:rsidRPr="001A37F6">
              <w:t xml:space="preserve"> </w:t>
            </w:r>
            <w:r w:rsidR="001A37F6" w:rsidRPr="001A37F6">
              <w:t>on biodynamic farm</w:t>
            </w:r>
            <w:r>
              <w:t>s</w:t>
            </w:r>
          </w:p>
          <w:p w14:paraId="75E0C956" w14:textId="77777777" w:rsidR="001A37F6" w:rsidRPr="001A37F6" w:rsidRDefault="001A37F6" w:rsidP="001B11F3">
            <w:pPr>
              <w:pStyle w:val="SIBulletList2"/>
            </w:pPr>
            <w:r w:rsidRPr="001A37F6">
              <w:t>calcium-clay-silica polarities</w:t>
            </w:r>
          </w:p>
          <w:p w14:paraId="4B98D989" w14:textId="4AB7854F" w:rsidR="001A37F6" w:rsidRPr="001A37F6" w:rsidRDefault="001A37F6" w:rsidP="001B11F3">
            <w:pPr>
              <w:pStyle w:val="SIBulletList2"/>
            </w:pPr>
            <w:r w:rsidRPr="001A37F6">
              <w:t>crop and animal rotation systems</w:t>
            </w:r>
            <w:r w:rsidR="00360564">
              <w:t xml:space="preserve"> and manuring practices</w:t>
            </w:r>
          </w:p>
          <w:p w14:paraId="41DE28D2" w14:textId="77777777" w:rsidR="001A37F6" w:rsidRPr="001A37F6" w:rsidRDefault="001A37F6" w:rsidP="001B11F3">
            <w:pPr>
              <w:pStyle w:val="SIBulletList2"/>
            </w:pPr>
            <w:r w:rsidRPr="001A37F6">
              <w:t>cultivation methods</w:t>
            </w:r>
          </w:p>
          <w:p w14:paraId="6F84F36D" w14:textId="5F6FCB15" w:rsidR="003304CD" w:rsidRDefault="001A37F6" w:rsidP="001B11F3">
            <w:pPr>
              <w:pStyle w:val="SIBulletList2"/>
            </w:pPr>
            <w:r w:rsidRPr="001A37F6">
              <w:t>etheric and astral forces and how they relate to biodynamics</w:t>
            </w:r>
            <w:r w:rsidR="003304CD" w:rsidRPr="001A37F6">
              <w:t xml:space="preserve"> </w:t>
            </w:r>
          </w:p>
          <w:p w14:paraId="7CD22732" w14:textId="6D2D92D4" w:rsidR="003304CD" w:rsidRDefault="003304CD">
            <w:pPr>
              <w:pStyle w:val="SIBulletList1"/>
            </w:pPr>
            <w:r>
              <w:t>strategies for planning and promoting an organic and biodynamic enterprise and its products</w:t>
            </w:r>
          </w:p>
          <w:p w14:paraId="23667D7A" w14:textId="427D164D" w:rsidR="001A37F6" w:rsidRDefault="003304CD">
            <w:pPr>
              <w:pStyle w:val="SIBulletList1"/>
            </w:pPr>
            <w:r>
              <w:t xml:space="preserve">setting up </w:t>
            </w:r>
            <w:r w:rsidR="00360564">
              <w:t xml:space="preserve">trials and </w:t>
            </w:r>
            <w:r w:rsidR="001A37F6" w:rsidRPr="001A37F6">
              <w:t xml:space="preserve">testing </w:t>
            </w:r>
            <w:r w:rsidR="00360564">
              <w:t>procedures</w:t>
            </w:r>
            <w:r w:rsidR="00360564" w:rsidRPr="001A37F6">
              <w:t xml:space="preserve"> </w:t>
            </w:r>
            <w:r w:rsidR="00360564">
              <w:t>used to assess biodynamic methods</w:t>
            </w:r>
            <w:r>
              <w:t xml:space="preserve"> and products</w:t>
            </w:r>
          </w:p>
          <w:p w14:paraId="4A0BB9DA" w14:textId="78710AB1" w:rsidR="00B17759" w:rsidRPr="001A37F6" w:rsidRDefault="00B17759">
            <w:pPr>
              <w:pStyle w:val="SIBulletList1"/>
            </w:pPr>
            <w:r>
              <w:t>quality standards applicable to biodynamic produce</w:t>
            </w:r>
          </w:p>
          <w:p w14:paraId="3C2974F0" w14:textId="77777777" w:rsidR="001A37F6" w:rsidRDefault="001A37F6" w:rsidP="001A37F6">
            <w:pPr>
              <w:pStyle w:val="SIBulletList1"/>
            </w:pPr>
            <w:r w:rsidRPr="001A37F6">
              <w:t>paradigms of various farming systems: biodynamics, organics and permaculture, and holistic management</w:t>
            </w:r>
          </w:p>
          <w:p w14:paraId="1DD6BCFE" w14:textId="284D559A" w:rsidR="003304CD" w:rsidRPr="001A37F6" w:rsidRDefault="003304CD">
            <w:pPr>
              <w:pStyle w:val="SIBulletList1"/>
            </w:pPr>
            <w:r>
              <w:t>formulation, use and storage of biodynamic preparations, including the selection and use of materials and equipment</w:t>
            </w:r>
          </w:p>
          <w:p w14:paraId="1F44B09A" w14:textId="12A1D736" w:rsidR="001A37F6" w:rsidRPr="001A37F6" w:rsidRDefault="00360564" w:rsidP="001A37F6">
            <w:pPr>
              <w:pStyle w:val="SIBulletList1"/>
            </w:pPr>
            <w:r>
              <w:t xml:space="preserve">scheduling and </w:t>
            </w:r>
            <w:r w:rsidR="001A37F6" w:rsidRPr="001A37F6">
              <w:t>planting calendar</w:t>
            </w:r>
            <w:r w:rsidR="00B17759">
              <w:t xml:space="preserve"> for production</w:t>
            </w:r>
          </w:p>
          <w:p w14:paraId="5E66E3A6" w14:textId="5A7B8007" w:rsidR="001A37F6" w:rsidRPr="001A37F6" w:rsidRDefault="001A37F6" w:rsidP="001A37F6">
            <w:pPr>
              <w:pStyle w:val="SIBulletList1"/>
            </w:pPr>
            <w:r w:rsidRPr="001A37F6">
              <w:t xml:space="preserve">relationship between soil, </w:t>
            </w:r>
            <w:r w:rsidR="003304CD">
              <w:t xml:space="preserve">microbes, </w:t>
            </w:r>
            <w:r w:rsidRPr="001A37F6">
              <w:t xml:space="preserve">plant, </w:t>
            </w:r>
            <w:proofErr w:type="gramStart"/>
            <w:r w:rsidRPr="001A37F6">
              <w:t>animal</w:t>
            </w:r>
            <w:proofErr w:type="gramEnd"/>
            <w:r w:rsidRPr="001A37F6">
              <w:t xml:space="preserve"> and human health</w:t>
            </w:r>
          </w:p>
          <w:p w14:paraId="2C383B1C" w14:textId="77777777" w:rsidR="001A37F6" w:rsidRPr="001A37F6" w:rsidRDefault="001A37F6" w:rsidP="001A37F6">
            <w:pPr>
              <w:pStyle w:val="SIBulletList1"/>
            </w:pPr>
            <w:r w:rsidRPr="001A37F6">
              <w:t>research in biodynamics principles and practices</w:t>
            </w:r>
          </w:p>
          <w:p w14:paraId="1B3EB97B" w14:textId="21AFAAAF" w:rsidR="001A37F6" w:rsidRPr="001A37F6" w:rsidRDefault="003304CD" w:rsidP="001A37F6">
            <w:pPr>
              <w:pStyle w:val="SIBulletList1"/>
            </w:pPr>
            <w:r>
              <w:t xml:space="preserve">role of water </w:t>
            </w:r>
            <w:r w:rsidR="00B17759">
              <w:t xml:space="preserve">in biodynamic and organic production </w:t>
            </w:r>
            <w:r>
              <w:t xml:space="preserve">and methods of </w:t>
            </w:r>
            <w:r w:rsidR="001A37F6" w:rsidRPr="001A37F6">
              <w:t>water retention</w:t>
            </w:r>
          </w:p>
          <w:p w14:paraId="505E5729" w14:textId="6B33AE13" w:rsidR="001A37F6" w:rsidRPr="001A37F6" w:rsidRDefault="003304CD" w:rsidP="001A37F6">
            <w:pPr>
              <w:pStyle w:val="SIBulletList1"/>
            </w:pPr>
            <w:r>
              <w:t xml:space="preserve">pests, </w:t>
            </w:r>
            <w:proofErr w:type="gramStart"/>
            <w:r>
              <w:t>diseases</w:t>
            </w:r>
            <w:proofErr w:type="gramEnd"/>
            <w:r>
              <w:t xml:space="preserve"> and pest plant</w:t>
            </w:r>
            <w:r w:rsidRPr="001A37F6">
              <w:t xml:space="preserve"> </w:t>
            </w:r>
            <w:r w:rsidR="001A37F6" w:rsidRPr="001A37F6">
              <w:t>management</w:t>
            </w:r>
            <w:r>
              <w:t xml:space="preserve"> in an organic and biodynamic system</w:t>
            </w:r>
          </w:p>
          <w:p w14:paraId="5C8CD985" w14:textId="52C1A379" w:rsidR="006130F4" w:rsidRPr="005404CB" w:rsidRDefault="001A37F6" w:rsidP="001B11F3">
            <w:pPr>
              <w:pStyle w:val="SIBulletList1"/>
            </w:pPr>
            <w:r w:rsidRPr="001A37F6">
              <w:t xml:space="preserve">principles, </w:t>
            </w:r>
            <w:proofErr w:type="gramStart"/>
            <w:r w:rsidRPr="001A37F6">
              <w:t>practices</w:t>
            </w:r>
            <w:proofErr w:type="gramEnd"/>
            <w:r w:rsidRPr="001A37F6">
              <w:t xml:space="preserve"> and inputs allowable under the National Standard for Organic and Bio</w:t>
            </w:r>
            <w:r w:rsidR="009338F7">
              <w:t>-D</w:t>
            </w:r>
            <w:r w:rsidRPr="001A37F6">
              <w:t>ynamic Produce</w:t>
            </w:r>
            <w:r w:rsidR="00FD5028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5FC18065" w14:textId="77777777" w:rsidR="00FD5028" w:rsidRPr="00FD5028" w:rsidRDefault="00FD5028" w:rsidP="001B11F3">
            <w:pPr>
              <w:pStyle w:val="SIText"/>
            </w:pPr>
            <w:r w:rsidRPr="00FD5028">
              <w:t xml:space="preserve">Assessment of the skills in this unit of competency must take place under the following conditions: </w:t>
            </w:r>
          </w:p>
          <w:p w14:paraId="1D678A8B" w14:textId="77777777" w:rsidR="00FD5028" w:rsidRPr="00FD5028" w:rsidRDefault="00FD5028" w:rsidP="001B11F3">
            <w:pPr>
              <w:pStyle w:val="SIBulletList1"/>
            </w:pPr>
            <w:r w:rsidRPr="00FD5028">
              <w:t>physical conditions:</w:t>
            </w:r>
          </w:p>
          <w:p w14:paraId="283AC6E5" w14:textId="1399BDCB" w:rsidR="00FD5028" w:rsidRPr="00FD5028" w:rsidRDefault="00FD5028" w:rsidP="00FD5028">
            <w:pPr>
              <w:pStyle w:val="SIBulletList2"/>
            </w:pPr>
            <w:r w:rsidRPr="00FD5028">
              <w:t xml:space="preserve">skills must be demonstrated </w:t>
            </w:r>
            <w:r>
              <w:t xml:space="preserve">on a biodynamic farm </w:t>
            </w:r>
            <w:r w:rsidRPr="00FD5028">
              <w:t>or an environment that accurately represents workplace conditions</w:t>
            </w:r>
          </w:p>
          <w:p w14:paraId="71ED1535" w14:textId="77777777" w:rsidR="00FD5028" w:rsidRPr="00FD5028" w:rsidRDefault="00FD5028" w:rsidP="001B11F3">
            <w:pPr>
              <w:pStyle w:val="SIBulletList1"/>
            </w:pPr>
            <w:r w:rsidRPr="00FD5028">
              <w:t xml:space="preserve">resources, </w:t>
            </w:r>
            <w:proofErr w:type="gramStart"/>
            <w:r w:rsidRPr="00FD5028">
              <w:t>equipment</w:t>
            </w:r>
            <w:proofErr w:type="gramEnd"/>
            <w:r w:rsidRPr="00FD5028">
              <w:t xml:space="preserve"> and materials:</w:t>
            </w:r>
          </w:p>
          <w:p w14:paraId="2F53802D" w14:textId="0CEA48D6" w:rsidR="00FD5028" w:rsidRPr="00FD5028" w:rsidRDefault="00FD5028" w:rsidP="00FD5028">
            <w:pPr>
              <w:pStyle w:val="SIBulletList2"/>
            </w:pPr>
            <w:r w:rsidRPr="00FD5028">
              <w:t>tools and equipment</w:t>
            </w:r>
            <w:r w:rsidR="0017576A">
              <w:t xml:space="preserve"> used for managing biodynamic production</w:t>
            </w:r>
          </w:p>
          <w:p w14:paraId="316903CF" w14:textId="5D183C7F" w:rsidR="00FD5028" w:rsidRPr="00FD5028" w:rsidRDefault="00FD5028" w:rsidP="00FD5028">
            <w:pPr>
              <w:pStyle w:val="SIBulletList2"/>
            </w:pPr>
            <w:r w:rsidRPr="00FD5028">
              <w:t>personal protective equipment</w:t>
            </w:r>
          </w:p>
          <w:p w14:paraId="24C3DE4A" w14:textId="77777777" w:rsidR="00FD5028" w:rsidRPr="00FD5028" w:rsidRDefault="00FD5028" w:rsidP="001B11F3">
            <w:pPr>
              <w:pStyle w:val="SIBulletList1"/>
            </w:pPr>
            <w:r w:rsidRPr="00FD5028">
              <w:t>specifications:</w:t>
            </w:r>
          </w:p>
          <w:p w14:paraId="0933784E" w14:textId="0347FD97" w:rsidR="00FD5028" w:rsidRPr="00FD5028" w:rsidRDefault="00FD5028" w:rsidP="00FD5028">
            <w:pPr>
              <w:pStyle w:val="SIBulletList2"/>
            </w:pPr>
            <w:r w:rsidRPr="00FD5028">
              <w:t>workplace policies, procedures, processes</w:t>
            </w:r>
          </w:p>
          <w:p w14:paraId="6DA13AEB" w14:textId="506F9D49" w:rsidR="00FD5028" w:rsidRPr="00FD5028" w:rsidRDefault="00FD5028" w:rsidP="00777F05">
            <w:pPr>
              <w:pStyle w:val="SIBulletList2"/>
            </w:pPr>
            <w:r>
              <w:t xml:space="preserve">biodynamic and organic industry standards and codes of </w:t>
            </w:r>
            <w:r w:rsidRPr="00FD5028">
              <w:t>practice</w:t>
            </w:r>
          </w:p>
          <w:p w14:paraId="5A37EEF2" w14:textId="77777777" w:rsidR="00FD5028" w:rsidRPr="00FD5028" w:rsidRDefault="00FD5028" w:rsidP="001B11F3">
            <w:pPr>
              <w:pStyle w:val="SIBulletList1"/>
            </w:pPr>
            <w:r w:rsidRPr="00FD5028">
              <w:t xml:space="preserve">timeframes: </w:t>
            </w:r>
          </w:p>
          <w:p w14:paraId="2ED6A390" w14:textId="480DE305" w:rsidR="00FD5028" w:rsidRPr="00FD5028" w:rsidRDefault="00FD5028" w:rsidP="00FD5028">
            <w:pPr>
              <w:pStyle w:val="SIBulletList2"/>
            </w:pPr>
            <w:r w:rsidRPr="00FD5028">
              <w:t>according to etheric and astral forces</w:t>
            </w:r>
            <w:r w:rsidR="00406463">
              <w:t>.</w:t>
            </w:r>
          </w:p>
          <w:p w14:paraId="3ABB9530" w14:textId="77777777" w:rsidR="006E03E0" w:rsidRDefault="006E03E0" w:rsidP="0011400B">
            <w:pPr>
              <w:pStyle w:val="SIText"/>
            </w:pPr>
          </w:p>
          <w:p w14:paraId="759850B7" w14:textId="516F6D29" w:rsidR="0011400B" w:rsidRPr="005404CB" w:rsidRDefault="00FD5028" w:rsidP="0011400B">
            <w:pPr>
              <w:pStyle w:val="SIText"/>
              <w:rPr>
                <w:rFonts w:eastAsia="Calibri"/>
              </w:rPr>
            </w:pPr>
            <w:r w:rsidRPr="00FD50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2084042D" w:rsidR="00F1480E" w:rsidRPr="005404CB" w:rsidRDefault="006E03E0" w:rsidP="005404CB">
            <w:pPr>
              <w:pStyle w:val="SIText"/>
            </w:pPr>
            <w:r>
              <w:t xml:space="preserve">Companion Volumes, including Implementation </w:t>
            </w:r>
            <w:r w:rsidRPr="006E03E0">
              <w:t xml:space="preserve">Guides, are available at </w:t>
            </w:r>
            <w:proofErr w:type="spellStart"/>
            <w:r w:rsidRPr="006E03E0">
              <w:t>VETNet</w:t>
            </w:r>
            <w:proofErr w:type="spellEnd"/>
            <w:r w:rsidRPr="006E03E0">
              <w:t xml:space="preserve">: </w:t>
            </w:r>
            <w:hyperlink r:id="rId12" w:history="1">
              <w:r w:rsidRPr="006E03E0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04D98" w14:textId="77777777" w:rsidR="000C0DA7" w:rsidRDefault="000C0DA7" w:rsidP="00BF3F0A">
      <w:r>
        <w:separator/>
      </w:r>
    </w:p>
    <w:p w14:paraId="672D9AA8" w14:textId="77777777" w:rsidR="000C0DA7" w:rsidRDefault="000C0DA7"/>
  </w:endnote>
  <w:endnote w:type="continuationSeparator" w:id="0">
    <w:p w14:paraId="31C3E4C7" w14:textId="77777777" w:rsidR="000C0DA7" w:rsidRDefault="000C0DA7" w:rsidP="00BF3F0A">
      <w:r>
        <w:continuationSeparator/>
      </w:r>
    </w:p>
    <w:p w14:paraId="432C7784" w14:textId="77777777" w:rsidR="000C0DA7" w:rsidRDefault="000C0D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6463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2618" w14:textId="77777777" w:rsidR="000C0DA7" w:rsidRDefault="000C0DA7" w:rsidP="00BF3F0A">
      <w:r>
        <w:separator/>
      </w:r>
    </w:p>
    <w:p w14:paraId="1DF00957" w14:textId="77777777" w:rsidR="000C0DA7" w:rsidRDefault="000C0DA7"/>
  </w:footnote>
  <w:footnote w:type="continuationSeparator" w:id="0">
    <w:p w14:paraId="341B0DBD" w14:textId="77777777" w:rsidR="000C0DA7" w:rsidRDefault="000C0DA7" w:rsidP="00BF3F0A">
      <w:r>
        <w:continuationSeparator/>
      </w:r>
    </w:p>
    <w:p w14:paraId="0CEAC941" w14:textId="77777777" w:rsidR="000C0DA7" w:rsidRDefault="000C0D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2701973" w:rsidR="009C2650" w:rsidRPr="000754EC" w:rsidRDefault="004E78D7" w:rsidP="00146EEC">
    <w:pPr>
      <w:pStyle w:val="SIText"/>
    </w:pPr>
    <w:r w:rsidRPr="004E78D7">
      <w:t xml:space="preserve"> AHCORG40</w:t>
    </w:r>
    <w:r w:rsidR="00833F4E">
      <w:t>9</w:t>
    </w:r>
    <w:r w:rsidRPr="004E78D7">
      <w:t xml:space="preserve"> Manage biodynamic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0481384">
    <w:abstractNumId w:val="9"/>
  </w:num>
  <w:num w:numId="2" w16cid:durableId="1683581110">
    <w:abstractNumId w:val="6"/>
  </w:num>
  <w:num w:numId="3" w16cid:durableId="2102018828">
    <w:abstractNumId w:val="3"/>
  </w:num>
  <w:num w:numId="4" w16cid:durableId="281569908">
    <w:abstractNumId w:val="15"/>
  </w:num>
  <w:num w:numId="5" w16cid:durableId="2067995312">
    <w:abstractNumId w:val="1"/>
  </w:num>
  <w:num w:numId="6" w16cid:durableId="915434176">
    <w:abstractNumId w:val="8"/>
  </w:num>
  <w:num w:numId="7" w16cid:durableId="928126394">
    <w:abstractNumId w:val="2"/>
  </w:num>
  <w:num w:numId="8" w16cid:durableId="1369178418">
    <w:abstractNumId w:val="0"/>
  </w:num>
  <w:num w:numId="9" w16cid:durableId="1324049823">
    <w:abstractNumId w:val="14"/>
  </w:num>
  <w:num w:numId="10" w16cid:durableId="1871137688">
    <w:abstractNumId w:val="10"/>
  </w:num>
  <w:num w:numId="11" w16cid:durableId="111439728">
    <w:abstractNumId w:val="13"/>
  </w:num>
  <w:num w:numId="12" w16cid:durableId="1004044069">
    <w:abstractNumId w:val="11"/>
  </w:num>
  <w:num w:numId="13" w16cid:durableId="1832526089">
    <w:abstractNumId w:val="16"/>
  </w:num>
  <w:num w:numId="14" w16cid:durableId="455149250">
    <w:abstractNumId w:val="4"/>
  </w:num>
  <w:num w:numId="15" w16cid:durableId="1110585570">
    <w:abstractNumId w:val="5"/>
  </w:num>
  <w:num w:numId="16" w16cid:durableId="151988212">
    <w:abstractNumId w:val="17"/>
  </w:num>
  <w:num w:numId="17" w16cid:durableId="1470049357">
    <w:abstractNumId w:val="12"/>
  </w:num>
  <w:num w:numId="18" w16cid:durableId="15385442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903"/>
    <w:rsid w:val="000B2022"/>
    <w:rsid w:val="000C0DA7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665D"/>
    <w:rsid w:val="00133957"/>
    <w:rsid w:val="0013525C"/>
    <w:rsid w:val="001372F6"/>
    <w:rsid w:val="00144385"/>
    <w:rsid w:val="00146EEC"/>
    <w:rsid w:val="00151D55"/>
    <w:rsid w:val="00151D93"/>
    <w:rsid w:val="00156EF3"/>
    <w:rsid w:val="0017576A"/>
    <w:rsid w:val="00176E4F"/>
    <w:rsid w:val="0018546B"/>
    <w:rsid w:val="001A37F6"/>
    <w:rsid w:val="001A6A3E"/>
    <w:rsid w:val="001A7B6D"/>
    <w:rsid w:val="001B11F3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1CD"/>
    <w:rsid w:val="002116C3"/>
    <w:rsid w:val="0021210E"/>
    <w:rsid w:val="0021414D"/>
    <w:rsid w:val="00223124"/>
    <w:rsid w:val="00233143"/>
    <w:rsid w:val="00234444"/>
    <w:rsid w:val="00237F1F"/>
    <w:rsid w:val="00242293"/>
    <w:rsid w:val="00244EA7"/>
    <w:rsid w:val="00262FC3"/>
    <w:rsid w:val="0026394F"/>
    <w:rsid w:val="002674F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CD1"/>
    <w:rsid w:val="002E170C"/>
    <w:rsid w:val="002E193E"/>
    <w:rsid w:val="00305EFF"/>
    <w:rsid w:val="00310A6A"/>
    <w:rsid w:val="003144E6"/>
    <w:rsid w:val="003304CD"/>
    <w:rsid w:val="00337E82"/>
    <w:rsid w:val="00346FDC"/>
    <w:rsid w:val="00350BB1"/>
    <w:rsid w:val="00352C83"/>
    <w:rsid w:val="00353CB6"/>
    <w:rsid w:val="0035630C"/>
    <w:rsid w:val="00360564"/>
    <w:rsid w:val="00362CB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5A6E"/>
    <w:rsid w:val="00406463"/>
    <w:rsid w:val="00410B79"/>
    <w:rsid w:val="004127E3"/>
    <w:rsid w:val="0043212E"/>
    <w:rsid w:val="00434366"/>
    <w:rsid w:val="00434ECE"/>
    <w:rsid w:val="00444423"/>
    <w:rsid w:val="00452F3E"/>
    <w:rsid w:val="0045566B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4F5"/>
    <w:rsid w:val="004E6741"/>
    <w:rsid w:val="004E7094"/>
    <w:rsid w:val="004E78D7"/>
    <w:rsid w:val="004F5DC7"/>
    <w:rsid w:val="004F78DA"/>
    <w:rsid w:val="005145AB"/>
    <w:rsid w:val="005163F2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3DB"/>
    <w:rsid w:val="005708EB"/>
    <w:rsid w:val="00575BC6"/>
    <w:rsid w:val="00583902"/>
    <w:rsid w:val="0059491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0D4"/>
    <w:rsid w:val="00633CFE"/>
    <w:rsid w:val="00634FCA"/>
    <w:rsid w:val="00643D1B"/>
    <w:rsid w:val="00644735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03E0"/>
    <w:rsid w:val="006E25E4"/>
    <w:rsid w:val="006E2C4D"/>
    <w:rsid w:val="006E42FE"/>
    <w:rsid w:val="006F0D02"/>
    <w:rsid w:val="006F10FE"/>
    <w:rsid w:val="006F3622"/>
    <w:rsid w:val="00705EEC"/>
    <w:rsid w:val="00707741"/>
    <w:rsid w:val="007124EF"/>
    <w:rsid w:val="007134FE"/>
    <w:rsid w:val="00715794"/>
    <w:rsid w:val="00716586"/>
    <w:rsid w:val="00717385"/>
    <w:rsid w:val="00722769"/>
    <w:rsid w:val="00727901"/>
    <w:rsid w:val="00730607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0F85"/>
    <w:rsid w:val="008322BE"/>
    <w:rsid w:val="00833F4E"/>
    <w:rsid w:val="00834BC8"/>
    <w:rsid w:val="00837FD6"/>
    <w:rsid w:val="00847B60"/>
    <w:rsid w:val="00850243"/>
    <w:rsid w:val="00851BE5"/>
    <w:rsid w:val="008545EB"/>
    <w:rsid w:val="00865011"/>
    <w:rsid w:val="00886790"/>
    <w:rsid w:val="00887AAF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3407"/>
    <w:rsid w:val="00903631"/>
    <w:rsid w:val="00916CD7"/>
    <w:rsid w:val="00920927"/>
    <w:rsid w:val="00921B38"/>
    <w:rsid w:val="00923720"/>
    <w:rsid w:val="009278C9"/>
    <w:rsid w:val="00932CD7"/>
    <w:rsid w:val="009338F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6701D"/>
    <w:rsid w:val="00A76C6C"/>
    <w:rsid w:val="00A87356"/>
    <w:rsid w:val="00A92DD1"/>
    <w:rsid w:val="00AA5196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759"/>
    <w:rsid w:val="00B22C67"/>
    <w:rsid w:val="00B3508F"/>
    <w:rsid w:val="00B443EE"/>
    <w:rsid w:val="00B560C8"/>
    <w:rsid w:val="00B6092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97C"/>
    <w:rsid w:val="00C578E9"/>
    <w:rsid w:val="00C641E9"/>
    <w:rsid w:val="00C70626"/>
    <w:rsid w:val="00C72860"/>
    <w:rsid w:val="00C72A48"/>
    <w:rsid w:val="00C73582"/>
    <w:rsid w:val="00C73B90"/>
    <w:rsid w:val="00C742EC"/>
    <w:rsid w:val="00C77D12"/>
    <w:rsid w:val="00C812D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D90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64D7"/>
    <w:rsid w:val="00D71E43"/>
    <w:rsid w:val="00D727F3"/>
    <w:rsid w:val="00D73695"/>
    <w:rsid w:val="00D810DE"/>
    <w:rsid w:val="00D87D32"/>
    <w:rsid w:val="00D91188"/>
    <w:rsid w:val="00D92C83"/>
    <w:rsid w:val="00D94250"/>
    <w:rsid w:val="00D95C07"/>
    <w:rsid w:val="00DA0A81"/>
    <w:rsid w:val="00DA3C10"/>
    <w:rsid w:val="00DA53B5"/>
    <w:rsid w:val="00DC1D69"/>
    <w:rsid w:val="00DC5A3A"/>
    <w:rsid w:val="00DD0726"/>
    <w:rsid w:val="00DE6668"/>
    <w:rsid w:val="00E238E6"/>
    <w:rsid w:val="00E34CD8"/>
    <w:rsid w:val="00E35064"/>
    <w:rsid w:val="00E3681D"/>
    <w:rsid w:val="00E40225"/>
    <w:rsid w:val="00E501F0"/>
    <w:rsid w:val="00E573FA"/>
    <w:rsid w:val="00E6166D"/>
    <w:rsid w:val="00E63E13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4E82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02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B11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9657A-17A1-44D1-8C56-306FF363C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3fbd0e8e-82e5-4f83-89a2-7dbad393fe30"/>
    <ds:schemaRef ds:uri="http://purl.org/dc/terms/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1C2C0-879D-4B27-BD83-D31A8E3B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4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2022-08-03T05:58:00Z</dcterms:created>
  <dcterms:modified xsi:type="dcterms:W3CDTF">2022-10-26T22:53:00Z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